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CA9" w:rsidRPr="00650C6A" w:rsidRDefault="00000CA9">
      <w:pPr>
        <w:rPr>
          <w:rFonts w:ascii="Times New Roman" w:hAnsi="Times New Roman" w:cs="Times New Roman"/>
          <w:b/>
          <w:bCs/>
          <w:sz w:val="28"/>
          <w:szCs w:val="28"/>
        </w:rPr>
      </w:pPr>
      <w:r w:rsidRPr="005F6A3A">
        <w:rPr>
          <w:rFonts w:ascii="Times New Roman" w:hAnsi="Times New Roman" w:cs="Times New Roman"/>
          <w:b/>
          <w:bCs/>
          <w:sz w:val="28"/>
          <w:szCs w:val="28"/>
        </w:rPr>
        <w:t xml:space="preserve">Save Energy </w:t>
      </w:r>
      <w:r>
        <w:rPr>
          <w:rFonts w:ascii="Times New Roman" w:hAnsi="Times New Roman" w:cs="Times New Roman"/>
          <w:b/>
          <w:bCs/>
          <w:sz w:val="28"/>
          <w:szCs w:val="28"/>
        </w:rPr>
        <w:t xml:space="preserve">And Money By </w:t>
      </w:r>
      <w:r w:rsidRPr="005F6A3A">
        <w:rPr>
          <w:rFonts w:ascii="Times New Roman" w:hAnsi="Times New Roman" w:cs="Times New Roman"/>
          <w:b/>
          <w:bCs/>
          <w:sz w:val="28"/>
          <w:szCs w:val="28"/>
        </w:rPr>
        <w:t>Using Your Phone Line</w:t>
      </w:r>
      <w:r>
        <w:rPr>
          <w:rFonts w:ascii="Times New Roman" w:hAnsi="Times New Roman" w:cs="Times New Roman"/>
          <w:b/>
          <w:bCs/>
          <w:sz w:val="28"/>
          <w:szCs w:val="28"/>
        </w:rPr>
        <w:t xml:space="preserve"> </w:t>
      </w:r>
      <w:r w:rsidRPr="00650C6A">
        <w:rPr>
          <w:rFonts w:ascii="Times New Roman" w:hAnsi="Times New Roman" w:cs="Times New Roman"/>
          <w:b/>
          <w:bCs/>
          <w:sz w:val="28"/>
          <w:szCs w:val="28"/>
        </w:rPr>
        <w:t>For Electricity</w:t>
      </w:r>
    </w:p>
    <w:p w:rsidR="00000CA9" w:rsidRDefault="00000CA9">
      <w:pPr>
        <w:rPr>
          <w:rFonts w:ascii="Times New Roman" w:hAnsi="Times New Roman" w:cs="Times New Roman"/>
          <w:sz w:val="24"/>
          <w:szCs w:val="24"/>
        </w:rPr>
      </w:pPr>
      <w:r>
        <w:rPr>
          <w:rFonts w:ascii="Times New Roman" w:hAnsi="Times New Roman" w:cs="Times New Roman"/>
          <w:sz w:val="24"/>
          <w:szCs w:val="24"/>
        </w:rPr>
        <w:t xml:space="preserve">How many times have you not thought about effective ways through which you can cut off on your expenses? How many times did you not feel like there is no way through which you can save money from your electricity bill? How many times have you not though about giving up the appliances which make your life so comfortable? If your answer to all of these questions is “many times”, then you should know that you can reach your goal, that of saving money from the electricity bill, without having to give up the things which make yours and your family’s lives much easier and more comfortable. </w:t>
      </w:r>
    </w:p>
    <w:p w:rsidR="00000CA9" w:rsidRDefault="00000CA9">
      <w:pPr>
        <w:rPr>
          <w:rFonts w:ascii="Times New Roman" w:hAnsi="Times New Roman" w:cs="Times New Roman"/>
          <w:sz w:val="24"/>
          <w:szCs w:val="24"/>
        </w:rPr>
      </w:pPr>
      <w:r>
        <w:rPr>
          <w:rFonts w:ascii="Times New Roman" w:hAnsi="Times New Roman" w:cs="Times New Roman"/>
          <w:sz w:val="24"/>
          <w:szCs w:val="24"/>
        </w:rPr>
        <w:t xml:space="preserve">All you have to do to decrease the amount of money you spend on electricity is to build a device that will gather energy from the phone line. This device is rather simple to make and use and can be completed in no more than two hours. Yet, once you have the system which will capture the energy from the phone line you will save lots of money from the electricity bill. Simply by switching some of your appliances from normal power to the power coming from the phone line you will manage to decrease considerably the electricity bill. Think about your portable radio player or television, your hair drier or your electrical stove, think about all those electrical things you love so much and you had to give up because of the great energy you were consuming. Now you will be able to use the energy gathered from the phone line to power them and enjoy their benefits. </w:t>
      </w:r>
    </w:p>
    <w:p w:rsidR="00000CA9" w:rsidRDefault="00000CA9">
      <w:pPr>
        <w:rPr>
          <w:rFonts w:ascii="Times New Roman" w:hAnsi="Times New Roman" w:cs="Times New Roman"/>
          <w:sz w:val="24"/>
          <w:szCs w:val="24"/>
        </w:rPr>
      </w:pPr>
      <w:r>
        <w:rPr>
          <w:rFonts w:ascii="Times New Roman" w:hAnsi="Times New Roman" w:cs="Times New Roman"/>
          <w:sz w:val="24"/>
          <w:szCs w:val="24"/>
        </w:rPr>
        <w:t>In addition to brining back the comfort to which you were used to before you had to cut off the expenses, the device capturing the energy from the phone line will also be great for those times when the power system collapses and there is no more electricity. The phone companies will still have energy on their lines, energy that you can take advantage of. This way, your food from the fridge and your television will not be affected in any way. Quite a great think if you live in an area where the power system collapses frequently!</w:t>
      </w:r>
    </w:p>
    <w:p w:rsidR="00000CA9" w:rsidRPr="00F61E8B" w:rsidRDefault="00000CA9">
      <w:pPr>
        <w:rPr>
          <w:rFonts w:ascii="Times New Roman" w:hAnsi="Times New Roman" w:cs="Times New Roman"/>
          <w:sz w:val="24"/>
          <w:szCs w:val="24"/>
        </w:rPr>
      </w:pPr>
      <w:r>
        <w:rPr>
          <w:rFonts w:ascii="Times New Roman" w:hAnsi="Times New Roman" w:cs="Times New Roman"/>
          <w:sz w:val="24"/>
          <w:szCs w:val="24"/>
        </w:rPr>
        <w:t>Saving money from the electricity bill has never been simpler. Just build your own device and gather all the energy you need for your electrical appliances!</w:t>
      </w:r>
      <w:bookmarkStart w:id="0" w:name="_GoBack"/>
      <w:bookmarkEnd w:id="0"/>
    </w:p>
    <w:sectPr w:rsidR="00000CA9" w:rsidRPr="00F61E8B" w:rsidSect="005F6A3A">
      <w:pgSz w:w="12240" w:h="15840"/>
      <w:pgMar w:top="142"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6A3A"/>
    <w:rsid w:val="00000CA9"/>
    <w:rsid w:val="0013600A"/>
    <w:rsid w:val="00205024"/>
    <w:rsid w:val="002A07BB"/>
    <w:rsid w:val="00473E4E"/>
    <w:rsid w:val="005A1E12"/>
    <w:rsid w:val="005F6A3A"/>
    <w:rsid w:val="00650C6A"/>
    <w:rsid w:val="007571F7"/>
    <w:rsid w:val="008E5328"/>
    <w:rsid w:val="0092216A"/>
    <w:rsid w:val="00AE6129"/>
    <w:rsid w:val="00B63413"/>
    <w:rsid w:val="00F61E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E1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1</Pages>
  <Words>330</Words>
  <Characters>1884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18</cp:revision>
  <dcterms:created xsi:type="dcterms:W3CDTF">2010-09-20T21:45:00Z</dcterms:created>
  <dcterms:modified xsi:type="dcterms:W3CDTF">2010-09-23T00:03:00Z</dcterms:modified>
</cp:coreProperties>
</file>